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9290EB" w14:textId="77777777" w:rsidR="00706D4D" w:rsidRPr="00706D4D" w:rsidRDefault="003D71E4" w:rsidP="00706D4D">
      <w:pPr>
        <w:pStyle w:val="Ttulo1"/>
        <w:tabs>
          <w:tab w:val="left" w:pos="0"/>
        </w:tabs>
        <w:spacing w:before="0" w:line="360" w:lineRule="auto"/>
        <w:jc w:val="center"/>
        <w:rPr>
          <w:rFonts w:ascii="Arial" w:hAnsi="Arial" w:cs="Arial"/>
          <w:color w:val="333333"/>
          <w:sz w:val="24"/>
          <w:szCs w:val="24"/>
        </w:rPr>
      </w:pPr>
      <w:r w:rsidRPr="00706D4D">
        <w:rPr>
          <w:rFonts w:ascii="Arial" w:hAnsi="Arial" w:cs="Arial"/>
          <w:color w:val="auto"/>
          <w:sz w:val="24"/>
          <w:szCs w:val="24"/>
        </w:rPr>
        <w:t>D</w:t>
      </w:r>
      <w:r>
        <w:rPr>
          <w:rFonts w:ascii="Arial" w:hAnsi="Arial" w:cs="Arial"/>
          <w:color w:val="auto"/>
          <w:sz w:val="24"/>
          <w:szCs w:val="24"/>
        </w:rPr>
        <w:t>emonstrativo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do valor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I</w:t>
      </w:r>
      <w:r>
        <w:rPr>
          <w:rFonts w:ascii="Arial" w:hAnsi="Arial" w:cs="Arial"/>
          <w:color w:val="auto"/>
          <w:sz w:val="24"/>
          <w:szCs w:val="24"/>
        </w:rPr>
        <w:t>ndenizado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aos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V</w:t>
      </w:r>
      <w:r>
        <w:rPr>
          <w:rFonts w:ascii="Arial" w:hAnsi="Arial" w:cs="Arial"/>
          <w:color w:val="auto"/>
          <w:sz w:val="24"/>
          <w:szCs w:val="24"/>
        </w:rPr>
        <w:t>ereadores</w:t>
      </w:r>
      <w:r w:rsidR="00706D4D" w:rsidRPr="00706D4D">
        <w:rPr>
          <w:rFonts w:ascii="Arial" w:hAnsi="Arial" w:cs="Arial"/>
          <w:color w:val="auto"/>
          <w:sz w:val="24"/>
          <w:szCs w:val="24"/>
        </w:rPr>
        <w:t xml:space="preserve"> </w:t>
      </w:r>
      <w:r>
        <w:rPr>
          <w:rFonts w:ascii="Arial" w:hAnsi="Arial" w:cs="Arial"/>
          <w:color w:val="auto"/>
          <w:sz w:val="24"/>
          <w:szCs w:val="24"/>
        </w:rPr>
        <w:t>conforme prevê a Resolução n</w:t>
      </w:r>
      <w:r w:rsidR="00706D4D" w:rsidRPr="00706D4D">
        <w:rPr>
          <w:rFonts w:ascii="Arial" w:hAnsi="Arial" w:cs="Arial"/>
          <w:color w:val="333333"/>
          <w:sz w:val="24"/>
          <w:szCs w:val="24"/>
        </w:rPr>
        <w:t xml:space="preserve">º 520/2013, </w:t>
      </w:r>
      <w:r>
        <w:rPr>
          <w:rFonts w:ascii="Arial" w:hAnsi="Arial" w:cs="Arial"/>
          <w:color w:val="333333"/>
          <w:sz w:val="24"/>
          <w:szCs w:val="24"/>
        </w:rPr>
        <w:t>alterada pelas</w:t>
      </w:r>
      <w:r w:rsidR="00706D4D" w:rsidRPr="00706D4D">
        <w:rPr>
          <w:rFonts w:ascii="Arial" w:hAnsi="Arial" w:cs="Arial"/>
          <w:color w:val="333333"/>
          <w:sz w:val="24"/>
          <w:szCs w:val="24"/>
        </w:rPr>
        <w:t xml:space="preserve"> R</w:t>
      </w:r>
      <w:r>
        <w:rPr>
          <w:rFonts w:ascii="Arial" w:hAnsi="Arial" w:cs="Arial"/>
          <w:color w:val="333333"/>
          <w:sz w:val="24"/>
          <w:szCs w:val="24"/>
        </w:rPr>
        <w:t>esoluções n</w:t>
      </w:r>
      <w:r w:rsidR="00706D4D" w:rsidRPr="00706D4D">
        <w:rPr>
          <w:rFonts w:ascii="Arial" w:hAnsi="Arial" w:cs="Arial"/>
          <w:color w:val="333333"/>
          <w:sz w:val="24"/>
          <w:szCs w:val="24"/>
        </w:rPr>
        <w:t>º 526/2015 e 531/2015</w:t>
      </w:r>
    </w:p>
    <w:p w14:paraId="27CE3F45" w14:textId="77777777" w:rsidR="00D8215B" w:rsidRDefault="00D8215B" w:rsidP="003D71E4">
      <w:pPr>
        <w:jc w:val="center"/>
        <w:rPr>
          <w:rFonts w:ascii="Arial" w:hAnsi="Arial" w:cs="Arial"/>
        </w:rPr>
      </w:pPr>
    </w:p>
    <w:p w14:paraId="2E5E00E0" w14:textId="77777777" w:rsidR="00D8215B" w:rsidRPr="00706D4D" w:rsidRDefault="003D71E4" w:rsidP="005B15D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Referente ao mês de setembro de 2017.</w:t>
      </w:r>
    </w:p>
    <w:tbl>
      <w:tblPr>
        <w:tblpPr w:leftFromText="141" w:rightFromText="141" w:vertAnchor="text" w:horzAnchor="margin" w:tblpY="185"/>
        <w:tblW w:w="12912" w:type="dxa"/>
        <w:tblLayout w:type="fixed"/>
        <w:tblLook w:val="04A0" w:firstRow="1" w:lastRow="0" w:firstColumn="1" w:lastColumn="0" w:noHBand="0" w:noVBand="1"/>
      </w:tblPr>
      <w:tblGrid>
        <w:gridCol w:w="5389"/>
        <w:gridCol w:w="2268"/>
        <w:gridCol w:w="1843"/>
        <w:gridCol w:w="3412"/>
      </w:tblGrid>
      <w:tr w:rsidR="004A30C9" w:rsidRPr="00706D4D" w14:paraId="728F3760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545DCD" w14:textId="77777777" w:rsidR="004A30C9" w:rsidRPr="00706D4D" w:rsidRDefault="004A30C9" w:rsidP="005525AB">
            <w:pPr>
              <w:pStyle w:val="Ttulo3"/>
              <w:numPr>
                <w:ilvl w:val="2"/>
                <w:numId w:val="1"/>
              </w:numPr>
              <w:tabs>
                <w:tab w:val="center" w:pos="3856"/>
                <w:tab w:val="left" w:pos="6880"/>
              </w:tabs>
              <w:snapToGrid w:val="0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</w:rPr>
              <w:t>V</w:t>
            </w:r>
            <w:r w:rsidR="005525AB">
              <w:rPr>
                <w:rFonts w:ascii="Arial" w:hAnsi="Arial" w:cs="Arial"/>
              </w:rPr>
              <w:t>ereadores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9F65CE" w14:textId="77777777" w:rsidR="004A30C9" w:rsidRPr="00706D4D" w:rsidRDefault="004A30C9" w:rsidP="005525AB">
            <w:pPr>
              <w:suppressAutoHyphens/>
              <w:snapToGrid w:val="0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 xml:space="preserve"> </w:t>
            </w:r>
            <w:r w:rsidR="005525AB">
              <w:rPr>
                <w:rFonts w:ascii="Arial" w:hAnsi="Arial" w:cs="Arial"/>
                <w:b/>
                <w:bCs/>
              </w:rPr>
              <w:t>Valor Total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114BA1" w14:textId="77777777" w:rsidR="004A30C9" w:rsidRPr="00706D4D" w:rsidRDefault="005525AB" w:rsidP="004A30C9">
            <w:pPr>
              <w:suppressAutoHyphens/>
              <w:snapToGrid w:val="0"/>
              <w:jc w:val="center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hAnsi="Arial" w:cs="Arial"/>
                <w:b/>
                <w:bCs/>
              </w:rPr>
              <w:t>Total pago</w:t>
            </w:r>
          </w:p>
        </w:tc>
      </w:tr>
      <w:tr w:rsidR="004A30C9" w:rsidRPr="00706D4D" w14:paraId="4F7FE88D" w14:textId="77777777" w:rsidTr="004A30C9">
        <w:trPr>
          <w:gridAfter w:val="1"/>
          <w:wAfter w:w="3412" w:type="dxa"/>
          <w:trHeight w:val="36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4C608C" w14:textId="77777777" w:rsidR="004A30C9" w:rsidRPr="00706D4D" w:rsidRDefault="004A30C9" w:rsidP="00D37995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A</w:t>
            </w:r>
            <w:r w:rsidR="00D37995">
              <w:rPr>
                <w:rFonts w:ascii="Arial" w:hAnsi="Arial" w:cs="Arial"/>
                <w:b/>
                <w:bCs/>
              </w:rPr>
              <w:t>ntônio</w:t>
            </w:r>
            <w:r w:rsidRPr="00706D4D">
              <w:rPr>
                <w:rFonts w:ascii="Arial" w:hAnsi="Arial" w:cs="Arial"/>
                <w:b/>
                <w:bCs/>
              </w:rPr>
              <w:t xml:space="preserve"> C</w:t>
            </w:r>
            <w:r w:rsidR="00D37995">
              <w:rPr>
                <w:rFonts w:ascii="Arial" w:hAnsi="Arial" w:cs="Arial"/>
                <w:b/>
                <w:bCs/>
              </w:rPr>
              <w:t>arlos</w:t>
            </w:r>
            <w:r w:rsidRPr="00706D4D">
              <w:rPr>
                <w:rFonts w:ascii="Arial" w:hAnsi="Arial" w:cs="Arial"/>
                <w:b/>
                <w:bCs/>
              </w:rPr>
              <w:t xml:space="preserve"> </w:t>
            </w:r>
            <w:r w:rsidR="00D37995">
              <w:rPr>
                <w:rFonts w:ascii="Arial" w:hAnsi="Arial" w:cs="Arial"/>
                <w:b/>
                <w:bCs/>
              </w:rPr>
              <w:t>dos</w:t>
            </w:r>
            <w:r w:rsidRPr="00706D4D">
              <w:rPr>
                <w:rFonts w:ascii="Arial" w:hAnsi="Arial" w:cs="Arial"/>
                <w:b/>
                <w:bCs/>
              </w:rPr>
              <w:t xml:space="preserve"> S</w:t>
            </w:r>
            <w:r w:rsidR="00D37995">
              <w:rPr>
                <w:rFonts w:ascii="Arial" w:hAnsi="Arial" w:cs="Arial"/>
                <w:b/>
                <w:bCs/>
              </w:rPr>
              <w:t>antos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C20D2AC" w14:textId="77777777" w:rsidR="004A30C9" w:rsidRPr="00706D4D" w:rsidRDefault="004A30C9" w:rsidP="004A30C9">
            <w:pPr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ED50B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606D69" w:rsidRPr="00706D4D" w14:paraId="3BA79E7E" w14:textId="77777777" w:rsidTr="00606D69">
        <w:trPr>
          <w:gridAfter w:val="1"/>
          <w:wAfter w:w="3412" w:type="dxa"/>
          <w:trHeight w:val="36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9095617" w14:textId="77777777" w:rsidR="00606D69" w:rsidRPr="00706D4D" w:rsidRDefault="00606D69" w:rsidP="00606D69">
            <w:pPr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638ADA2" w14:textId="77777777" w:rsidR="00606D69" w:rsidRPr="00706D4D" w:rsidRDefault="00E27D30" w:rsidP="003D71E4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3D71E4">
              <w:rPr>
                <w:rFonts w:ascii="Arial" w:hAnsi="Arial" w:cs="Arial"/>
              </w:rPr>
              <w:t>165,12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A14A9" w14:textId="77777777" w:rsidR="00606D69" w:rsidRPr="00706D4D" w:rsidRDefault="00606D69" w:rsidP="00606D6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3EDF57C2" w14:textId="77777777" w:rsidTr="00177F8E">
        <w:trPr>
          <w:gridAfter w:val="1"/>
          <w:wAfter w:w="3412" w:type="dxa"/>
          <w:trHeight w:val="36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8780E6F" w14:textId="77777777" w:rsidR="004A30C9" w:rsidRPr="00706D4D" w:rsidRDefault="004A30C9" w:rsidP="00177F8E">
            <w:pPr>
              <w:snapToGrid w:val="0"/>
              <w:jc w:val="right"/>
              <w:rPr>
                <w:rFonts w:ascii="Arial" w:hAnsi="Arial" w:cs="Arial"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0CE76D1" w14:textId="77777777" w:rsidR="004A30C9" w:rsidRPr="007C393E" w:rsidRDefault="00E27D30" w:rsidP="003D71E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</w:rPr>
              <w:t>1.</w:t>
            </w:r>
            <w:r w:rsidR="003D71E4">
              <w:rPr>
                <w:rFonts w:ascii="Arial" w:hAnsi="Arial" w:cs="Arial"/>
                <w:b/>
              </w:rPr>
              <w:t>165,12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B0F623" w14:textId="77777777" w:rsidR="004A30C9" w:rsidRPr="007C393E" w:rsidRDefault="007A6F73" w:rsidP="003D71E4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C393E">
              <w:rPr>
                <w:rFonts w:ascii="Arial" w:hAnsi="Arial" w:cs="Arial"/>
                <w:b/>
              </w:rPr>
              <w:t>1.</w:t>
            </w:r>
            <w:r w:rsidR="003D71E4">
              <w:rPr>
                <w:rFonts w:ascii="Arial" w:hAnsi="Arial" w:cs="Arial"/>
                <w:b/>
              </w:rPr>
              <w:t>165,12</w:t>
            </w:r>
          </w:p>
        </w:tc>
      </w:tr>
      <w:tr w:rsidR="004A30C9" w:rsidRPr="00706D4D" w14:paraId="21FD75F9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368C6A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CB5774D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8AEB90A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50D534D2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A393EC" w14:textId="77777777" w:rsidR="004A30C9" w:rsidRPr="00706D4D" w:rsidRDefault="004A30C9" w:rsidP="00D37995">
            <w:pPr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C</w:t>
            </w:r>
            <w:r w:rsidR="00D37995">
              <w:rPr>
                <w:rFonts w:ascii="Arial" w:hAnsi="Arial" w:cs="Arial"/>
                <w:b/>
                <w:bCs/>
              </w:rPr>
              <w:t>arlos</w:t>
            </w:r>
            <w:r w:rsidRPr="00706D4D">
              <w:rPr>
                <w:rFonts w:ascii="Arial" w:hAnsi="Arial" w:cs="Arial"/>
                <w:b/>
                <w:bCs/>
              </w:rPr>
              <w:t xml:space="preserve"> R</w:t>
            </w:r>
            <w:r w:rsidR="00D37995">
              <w:rPr>
                <w:rFonts w:ascii="Arial" w:hAnsi="Arial" w:cs="Arial"/>
                <w:b/>
                <w:bCs/>
              </w:rPr>
              <w:t>oberto</w:t>
            </w:r>
            <w:r w:rsidRPr="00706D4D">
              <w:rPr>
                <w:rFonts w:ascii="Arial" w:hAnsi="Arial" w:cs="Arial"/>
                <w:b/>
                <w:bCs/>
              </w:rPr>
              <w:t xml:space="preserve"> L</w:t>
            </w:r>
            <w:r w:rsidR="00D37995">
              <w:rPr>
                <w:rFonts w:ascii="Arial" w:hAnsi="Arial" w:cs="Arial"/>
                <w:b/>
                <w:bCs/>
              </w:rPr>
              <w:t>ázaro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56E7CA3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019A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4F1EEEA2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E58409F" w14:textId="77777777" w:rsidR="004A30C9" w:rsidRPr="00706D4D" w:rsidRDefault="004A30C9" w:rsidP="00606D6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AB3CF8E" w14:textId="77777777" w:rsidR="004A30C9" w:rsidRPr="00706D4D" w:rsidRDefault="007A6F73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1.</w:t>
            </w:r>
            <w:r w:rsidR="005525AB">
              <w:rPr>
                <w:rFonts w:ascii="Arial" w:eastAsia="Calibri" w:hAnsi="Arial" w:cs="Arial"/>
                <w:bCs/>
                <w:lang w:eastAsia="ar-SA"/>
              </w:rPr>
              <w:t>072,80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2E527B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75F91E16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B58E4C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020E476" w14:textId="77777777" w:rsidR="004A30C9" w:rsidRPr="00706D4D" w:rsidRDefault="007A6F73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</w:t>
            </w:r>
            <w:r w:rsidR="005525AB">
              <w:rPr>
                <w:rFonts w:ascii="Arial" w:eastAsia="Calibri" w:hAnsi="Arial" w:cs="Arial"/>
                <w:b/>
                <w:lang w:eastAsia="ar-SA"/>
              </w:rPr>
              <w:t>072,80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E9373F" w14:textId="77777777" w:rsidR="004A30C9" w:rsidRPr="00177F8E" w:rsidRDefault="007A6F73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</w:t>
            </w:r>
            <w:r w:rsidR="005525AB">
              <w:rPr>
                <w:rFonts w:ascii="Arial" w:eastAsia="Calibri" w:hAnsi="Arial" w:cs="Arial"/>
                <w:b/>
                <w:lang w:eastAsia="ar-SA"/>
              </w:rPr>
              <w:t>072,80</w:t>
            </w:r>
          </w:p>
        </w:tc>
      </w:tr>
      <w:tr w:rsidR="004A30C9" w:rsidRPr="00706D4D" w14:paraId="7B88864E" w14:textId="77777777" w:rsidTr="004A30C9">
        <w:trPr>
          <w:gridAfter w:val="1"/>
          <w:wAfter w:w="3412" w:type="dxa"/>
          <w:trHeight w:val="77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043508" w14:textId="77777777" w:rsidR="004A30C9" w:rsidRPr="004A30C9" w:rsidRDefault="00D37995" w:rsidP="00D37995">
            <w:pPr>
              <w:snapToGrid w:val="0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hAnsi="Arial" w:cs="Arial"/>
                <w:b/>
                <w:bCs/>
              </w:rPr>
              <w:t xml:space="preserve">Daneil de </w:t>
            </w:r>
            <w:r w:rsidR="004A30C9" w:rsidRPr="00706D4D">
              <w:rPr>
                <w:rFonts w:ascii="Arial" w:hAnsi="Arial" w:cs="Arial"/>
                <w:b/>
                <w:bCs/>
              </w:rPr>
              <w:t>M</w:t>
            </w:r>
            <w:r>
              <w:rPr>
                <w:rFonts w:ascii="Arial" w:hAnsi="Arial" w:cs="Arial"/>
                <w:b/>
                <w:bCs/>
              </w:rPr>
              <w:t>elo</w:t>
            </w:r>
            <w:r w:rsidR="004A30C9" w:rsidRPr="00706D4D">
              <w:rPr>
                <w:rFonts w:ascii="Arial" w:hAnsi="Arial" w:cs="Arial"/>
                <w:b/>
                <w:bCs/>
              </w:rPr>
              <w:t xml:space="preserve"> O</w:t>
            </w:r>
            <w:r>
              <w:rPr>
                <w:rFonts w:ascii="Arial" w:hAnsi="Arial" w:cs="Arial"/>
                <w:b/>
                <w:bCs/>
              </w:rPr>
              <w:t>liveira</w:t>
            </w:r>
            <w:r w:rsidR="004A30C9" w:rsidRPr="00706D4D">
              <w:rPr>
                <w:rFonts w:ascii="Arial" w:hAnsi="Arial" w:cs="Arial"/>
                <w:b/>
                <w:bCs/>
              </w:rPr>
              <w:t xml:space="preserve">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97358FC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2996BB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745113DC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F9560A3" w14:textId="77777777" w:rsidR="004A30C9" w:rsidRPr="00606D69" w:rsidRDefault="004A30C9" w:rsidP="00606D69">
            <w:pPr>
              <w:snapToGrid w:val="0"/>
              <w:jc w:val="right"/>
              <w:rPr>
                <w:rFonts w:ascii="Arial" w:hAnsi="Arial" w:cs="Arial"/>
                <w:bCs/>
              </w:rPr>
            </w:pPr>
            <w:r w:rsidRPr="00606D69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0A92242" w14:textId="77777777" w:rsidR="004A30C9" w:rsidRPr="00706D4D" w:rsidRDefault="005525AB" w:rsidP="004A30C9">
            <w:pPr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324,18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941E09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39292EBA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573E1E5" w14:textId="77777777" w:rsidR="004A30C9" w:rsidRPr="00606D69" w:rsidRDefault="004A30C9" w:rsidP="005E2A4C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606D69">
              <w:rPr>
                <w:rFonts w:ascii="Arial" w:hAnsi="Arial" w:cs="Arial"/>
                <w:bCs/>
              </w:rPr>
              <w:t>T</w:t>
            </w:r>
            <w:r w:rsidR="005E2A4C">
              <w:rPr>
                <w:rFonts w:ascii="Arial" w:hAnsi="Arial" w:cs="Arial"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9ADFB83" w14:textId="77777777" w:rsidR="004A30C9" w:rsidRPr="00706D4D" w:rsidRDefault="005525AB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324,18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96AAF5" w14:textId="77777777" w:rsidR="004A30C9" w:rsidRPr="00706D4D" w:rsidRDefault="005525AB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324,18</w:t>
            </w:r>
          </w:p>
        </w:tc>
      </w:tr>
      <w:tr w:rsidR="004A30C9" w:rsidRPr="00706D4D" w14:paraId="7793390E" w14:textId="77777777" w:rsidTr="004A30C9">
        <w:trPr>
          <w:gridAfter w:val="1"/>
          <w:wAfter w:w="3412" w:type="dxa"/>
          <w:trHeight w:val="304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F27879" w14:textId="77777777" w:rsidR="004A30C9" w:rsidRPr="00706D4D" w:rsidRDefault="004A30C9" w:rsidP="00D37995">
            <w:pPr>
              <w:pStyle w:val="Ttulo4"/>
              <w:numPr>
                <w:ilvl w:val="3"/>
                <w:numId w:val="1"/>
              </w:numPr>
              <w:snapToGrid w:val="0"/>
              <w:rPr>
                <w:rFonts w:ascii="Arial" w:hAnsi="Arial" w:cs="Arial"/>
                <w:bCs w:val="0"/>
              </w:rPr>
            </w:pPr>
            <w:r w:rsidRPr="00706D4D">
              <w:rPr>
                <w:rFonts w:ascii="Arial" w:hAnsi="Arial" w:cs="Arial"/>
                <w:bCs w:val="0"/>
              </w:rPr>
              <w:t>D</w:t>
            </w:r>
            <w:r w:rsidR="00D37995">
              <w:rPr>
                <w:rFonts w:ascii="Arial" w:hAnsi="Arial" w:cs="Arial"/>
                <w:bCs w:val="0"/>
              </w:rPr>
              <w:t>ilhermando</w:t>
            </w:r>
            <w:r w:rsidRPr="00706D4D">
              <w:rPr>
                <w:rFonts w:ascii="Arial" w:hAnsi="Arial" w:cs="Arial"/>
                <w:bCs w:val="0"/>
              </w:rPr>
              <w:t xml:space="preserve"> R</w:t>
            </w:r>
            <w:r w:rsidR="00D37995">
              <w:rPr>
                <w:rFonts w:ascii="Arial" w:hAnsi="Arial" w:cs="Arial"/>
                <w:bCs w:val="0"/>
              </w:rPr>
              <w:t>odrigues</w:t>
            </w:r>
            <w:r w:rsidRPr="00706D4D">
              <w:rPr>
                <w:rFonts w:ascii="Arial" w:hAnsi="Arial" w:cs="Arial"/>
                <w:bCs w:val="0"/>
              </w:rPr>
              <w:t xml:space="preserve"> F</w:t>
            </w:r>
            <w:r w:rsidR="00D37995">
              <w:rPr>
                <w:rFonts w:ascii="Arial" w:hAnsi="Arial" w:cs="Arial"/>
                <w:bCs w:val="0"/>
              </w:rPr>
              <w:t>ilho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004B12C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D982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1262C0EC" w14:textId="77777777" w:rsidTr="00606D69">
        <w:trPr>
          <w:gridAfter w:val="1"/>
          <w:wAfter w:w="3412" w:type="dxa"/>
          <w:trHeight w:val="304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600B81C" w14:textId="77777777" w:rsidR="004A30C9" w:rsidRPr="00706D4D" w:rsidRDefault="004A30C9" w:rsidP="00606D69">
            <w:pPr>
              <w:pStyle w:val="Ttulo4"/>
              <w:numPr>
                <w:ilvl w:val="3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 w:val="0"/>
                <w:bCs w:val="0"/>
              </w:rPr>
              <w:t xml:space="preserve">Combustível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4A3E4E9" w14:textId="77777777" w:rsidR="004A30C9" w:rsidRPr="00706D4D" w:rsidRDefault="007A6F73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</w:t>
            </w:r>
            <w:r w:rsidR="005525AB">
              <w:rPr>
                <w:rFonts w:ascii="Arial" w:eastAsia="Calibri" w:hAnsi="Arial" w:cs="Arial"/>
                <w:lang w:eastAsia="ar-SA"/>
              </w:rPr>
              <w:t>980,10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919735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27A19E44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8FCA17" w14:textId="77777777" w:rsidR="004A30C9" w:rsidRPr="00706D4D" w:rsidRDefault="004A30C9" w:rsidP="005E2A4C">
            <w:pPr>
              <w:pStyle w:val="Ttulo2"/>
              <w:numPr>
                <w:ilvl w:val="1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 w:rsidR="005E2A4C">
              <w:rPr>
                <w:rFonts w:ascii="Arial" w:hAnsi="Arial" w:cs="Arial"/>
                <w:bCs w:val="0"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448C293" w14:textId="77777777" w:rsidR="004A30C9" w:rsidRPr="00706D4D" w:rsidRDefault="007A6F73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</w:t>
            </w:r>
            <w:r w:rsidR="005525AB">
              <w:rPr>
                <w:rFonts w:ascii="Arial" w:eastAsia="Calibri" w:hAnsi="Arial" w:cs="Arial"/>
                <w:b/>
                <w:lang w:eastAsia="ar-SA"/>
              </w:rPr>
              <w:t>980,10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5D62BB" w14:textId="77777777" w:rsidR="004A30C9" w:rsidRPr="00706D4D" w:rsidRDefault="007A6F73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</w:t>
            </w:r>
            <w:r w:rsidR="005525AB">
              <w:rPr>
                <w:rFonts w:ascii="Arial" w:eastAsia="Calibri" w:hAnsi="Arial" w:cs="Arial"/>
                <w:b/>
                <w:lang w:eastAsia="ar-SA"/>
              </w:rPr>
              <w:t>980,10</w:t>
            </w:r>
          </w:p>
        </w:tc>
      </w:tr>
      <w:tr w:rsidR="004A30C9" w:rsidRPr="00706D4D" w14:paraId="3AE1180C" w14:textId="77777777" w:rsidTr="004A30C9">
        <w:trPr>
          <w:gridAfter w:val="1"/>
          <w:wAfter w:w="3412" w:type="dxa"/>
          <w:trHeight w:val="15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41539E" w14:textId="77777777" w:rsidR="004A30C9" w:rsidRPr="00706D4D" w:rsidRDefault="004A30C9" w:rsidP="00D37995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E</w:t>
            </w:r>
            <w:r w:rsidR="00D37995">
              <w:rPr>
                <w:rFonts w:ascii="Arial" w:hAnsi="Arial" w:cs="Arial"/>
                <w:b/>
                <w:bCs/>
              </w:rPr>
              <w:t>nio</w:t>
            </w:r>
            <w:r w:rsidRPr="00706D4D">
              <w:rPr>
                <w:rFonts w:ascii="Arial" w:hAnsi="Arial" w:cs="Arial"/>
                <w:b/>
                <w:bCs/>
              </w:rPr>
              <w:t xml:space="preserve"> T</w:t>
            </w:r>
            <w:r w:rsidR="00D37995">
              <w:rPr>
                <w:rFonts w:ascii="Arial" w:hAnsi="Arial" w:cs="Arial"/>
                <w:b/>
                <w:bCs/>
              </w:rPr>
              <w:t xml:space="preserve">alma Ferreira de </w:t>
            </w:r>
            <w:r w:rsidRPr="00706D4D">
              <w:rPr>
                <w:rFonts w:ascii="Arial" w:hAnsi="Arial" w:cs="Arial"/>
                <w:b/>
                <w:bCs/>
              </w:rPr>
              <w:t>R</w:t>
            </w:r>
            <w:r w:rsidR="00D37995">
              <w:rPr>
                <w:rFonts w:ascii="Arial" w:hAnsi="Arial" w:cs="Arial"/>
                <w:b/>
                <w:bCs/>
              </w:rPr>
              <w:t>ezende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B31C817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D5DF37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41E69191" w14:textId="77777777" w:rsidTr="00606D69">
        <w:trPr>
          <w:gridAfter w:val="1"/>
          <w:wAfter w:w="3412" w:type="dxa"/>
          <w:trHeight w:val="151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86460BE" w14:textId="77777777" w:rsidR="004A30C9" w:rsidRPr="00706D4D" w:rsidRDefault="004A30C9" w:rsidP="00606D69">
            <w:pPr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DE057CD" w14:textId="77777777" w:rsidR="004A30C9" w:rsidRPr="00A6306B" w:rsidRDefault="00A6306B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 w:rsidRPr="00A6306B">
              <w:rPr>
                <w:rFonts w:ascii="Arial" w:eastAsia="Calibri" w:hAnsi="Arial" w:cs="Arial"/>
                <w:lang w:eastAsia="ar-SA"/>
              </w:rPr>
              <w:t>215,81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53A33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26737359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56B35C0" w14:textId="77777777" w:rsidR="004A30C9" w:rsidRPr="00706D4D" w:rsidRDefault="004A30C9" w:rsidP="005E2A4C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 w:rsidR="005E2A4C"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CF9EAEE" w14:textId="77777777" w:rsidR="004A30C9" w:rsidRPr="00A6306B" w:rsidRDefault="00DD45F6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A6306B">
              <w:rPr>
                <w:rFonts w:ascii="Arial" w:eastAsia="Calibri" w:hAnsi="Arial" w:cs="Arial"/>
                <w:b/>
                <w:lang w:eastAsia="ar-SA"/>
              </w:rPr>
              <w:t>215,81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B680AE" w14:textId="77777777" w:rsidR="004A30C9" w:rsidRPr="00706D4D" w:rsidRDefault="00DD45F6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215,81</w:t>
            </w:r>
          </w:p>
        </w:tc>
      </w:tr>
      <w:tr w:rsidR="004A30C9" w:rsidRPr="00706D4D" w14:paraId="02573C50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61CD288" w14:textId="77777777" w:rsidR="004A30C9" w:rsidRPr="00706D4D" w:rsidRDefault="004A30C9" w:rsidP="00D37995">
            <w:pPr>
              <w:suppressAutoHyphens/>
              <w:snapToGrid w:val="0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G</w:t>
            </w:r>
            <w:r w:rsidR="00D37995">
              <w:rPr>
                <w:rFonts w:ascii="Arial" w:hAnsi="Arial" w:cs="Arial"/>
                <w:b/>
                <w:bCs/>
              </w:rPr>
              <w:t>ladstone</w:t>
            </w:r>
            <w:r w:rsidRPr="00706D4D">
              <w:rPr>
                <w:rFonts w:ascii="Arial" w:hAnsi="Arial" w:cs="Arial"/>
                <w:b/>
                <w:bCs/>
              </w:rPr>
              <w:t xml:space="preserve"> C</w:t>
            </w:r>
            <w:r w:rsidR="00D37995">
              <w:rPr>
                <w:rFonts w:ascii="Arial" w:hAnsi="Arial" w:cs="Arial"/>
                <w:b/>
                <w:bCs/>
              </w:rPr>
              <w:t>orreia</w:t>
            </w:r>
            <w:r w:rsidRPr="00706D4D">
              <w:rPr>
                <w:rFonts w:ascii="Arial" w:hAnsi="Arial" w:cs="Arial"/>
                <w:b/>
                <w:bCs/>
              </w:rPr>
              <w:t xml:space="preserve"> </w:t>
            </w:r>
            <w:r w:rsidR="00D37995">
              <w:rPr>
                <w:rFonts w:ascii="Arial" w:hAnsi="Arial" w:cs="Arial"/>
                <w:b/>
                <w:bCs/>
              </w:rPr>
              <w:t>Dias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AC583E6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1D5E3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7F1830E9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7B16A2E" w14:textId="77777777" w:rsidR="004A30C9" w:rsidRPr="00706D4D" w:rsidRDefault="004A30C9" w:rsidP="00606D69">
            <w:pPr>
              <w:suppressAutoHyphens/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C434B7F" w14:textId="77777777" w:rsidR="004A30C9" w:rsidRPr="00706D4D" w:rsidRDefault="005525AB" w:rsidP="004A30C9">
            <w:pPr>
              <w:suppressAutoHyphens/>
              <w:snapToGrid w:val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465,39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3F704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6AD622BB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196064" w14:textId="77777777" w:rsidR="004A30C9" w:rsidRPr="00706D4D" w:rsidRDefault="004A30C9" w:rsidP="005E2A4C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 w:rsidR="005E2A4C"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E93BF03" w14:textId="77777777" w:rsidR="004A30C9" w:rsidRPr="00706D4D" w:rsidRDefault="005525AB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465,39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139208" w14:textId="77777777" w:rsidR="004A30C9" w:rsidRPr="00706D4D" w:rsidRDefault="005525AB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465,39</w:t>
            </w:r>
          </w:p>
        </w:tc>
      </w:tr>
      <w:tr w:rsidR="004A30C9" w:rsidRPr="00706D4D" w14:paraId="1CB72874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F5A5E" w14:textId="77777777" w:rsidR="004A30C9" w:rsidRPr="00706D4D" w:rsidRDefault="004A30C9" w:rsidP="00D37995">
            <w:pPr>
              <w:suppressAutoHyphens/>
              <w:snapToGrid w:val="0"/>
              <w:rPr>
                <w:rFonts w:ascii="Arial" w:hAnsi="Arial" w:cs="Arial"/>
                <w:b/>
              </w:rPr>
            </w:pPr>
            <w:r w:rsidRPr="00706D4D">
              <w:rPr>
                <w:rFonts w:ascii="Arial" w:hAnsi="Arial" w:cs="Arial"/>
                <w:b/>
              </w:rPr>
              <w:t>J</w:t>
            </w:r>
            <w:r w:rsidR="00D37995">
              <w:rPr>
                <w:rFonts w:ascii="Arial" w:hAnsi="Arial" w:cs="Arial"/>
                <w:b/>
              </w:rPr>
              <w:t>osé</w:t>
            </w:r>
            <w:r w:rsidRPr="00706D4D">
              <w:rPr>
                <w:rFonts w:ascii="Arial" w:hAnsi="Arial" w:cs="Arial"/>
                <w:b/>
              </w:rPr>
              <w:t xml:space="preserve"> S</w:t>
            </w:r>
            <w:r w:rsidR="00D37995">
              <w:rPr>
                <w:rFonts w:ascii="Arial" w:hAnsi="Arial" w:cs="Arial"/>
                <w:b/>
              </w:rPr>
              <w:t>alvador</w:t>
            </w:r>
            <w:r w:rsidRPr="00706D4D">
              <w:rPr>
                <w:rFonts w:ascii="Arial" w:hAnsi="Arial" w:cs="Arial"/>
                <w:b/>
              </w:rPr>
              <w:t xml:space="preserve"> M</w:t>
            </w:r>
            <w:r w:rsidR="00D37995">
              <w:rPr>
                <w:rFonts w:ascii="Arial" w:hAnsi="Arial" w:cs="Arial"/>
                <w:b/>
              </w:rPr>
              <w:t>oreira</w:t>
            </w:r>
            <w:r w:rsidRPr="00706D4D">
              <w:rPr>
                <w:rFonts w:ascii="Arial" w:hAnsi="Arial" w:cs="Arial"/>
              </w:rPr>
              <w:t xml:space="preserve">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63A9A7E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45C583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7ECCAAB5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97B957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 w:rsidRPr="00706D4D">
              <w:rPr>
                <w:rFonts w:ascii="Arial" w:hAnsi="Arial" w:cs="Arial"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CAE1839" w14:textId="77777777" w:rsidR="004A30C9" w:rsidRPr="00706D4D" w:rsidRDefault="005525AB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1.017,75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E3FF7A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64F234CE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BDD539" w14:textId="77777777" w:rsidR="004A30C9" w:rsidRPr="00706D4D" w:rsidRDefault="004A30C9" w:rsidP="005E2A4C">
            <w:pPr>
              <w:pStyle w:val="Ttulo2"/>
              <w:numPr>
                <w:ilvl w:val="1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 w:rsidR="005E2A4C">
              <w:rPr>
                <w:rFonts w:ascii="Arial" w:hAnsi="Arial" w:cs="Arial"/>
                <w:bCs w:val="0"/>
              </w:rPr>
              <w:t>otal</w:t>
            </w:r>
            <w:r w:rsidRPr="00706D4D">
              <w:rPr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9A99BBC" w14:textId="77777777" w:rsidR="004A30C9" w:rsidRPr="00706D4D" w:rsidRDefault="005525AB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1.017,75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C865B2" w14:textId="77777777" w:rsidR="004A30C9" w:rsidRPr="00706D4D" w:rsidRDefault="00275250" w:rsidP="005525AB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</w:t>
            </w:r>
            <w:r w:rsidR="005525AB">
              <w:rPr>
                <w:rFonts w:ascii="Arial" w:eastAsia="Calibri" w:hAnsi="Arial" w:cs="Arial"/>
                <w:b/>
                <w:lang w:eastAsia="ar-SA"/>
              </w:rPr>
              <w:t>017,75</w:t>
            </w:r>
          </w:p>
        </w:tc>
      </w:tr>
      <w:tr w:rsidR="004A30C9" w:rsidRPr="00706D4D" w14:paraId="586A3CBB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E0A631" w14:textId="77777777" w:rsidR="004A30C9" w:rsidRPr="006C31E3" w:rsidRDefault="004A30C9" w:rsidP="00D37995">
            <w:pPr>
              <w:tabs>
                <w:tab w:val="left" w:pos="3520"/>
              </w:tabs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6C31E3">
              <w:rPr>
                <w:rFonts w:ascii="Arial" w:hAnsi="Arial" w:cs="Arial"/>
                <w:b/>
                <w:bCs/>
              </w:rPr>
              <w:t>L</w:t>
            </w:r>
            <w:r w:rsidR="00D37995" w:rsidRPr="006C31E3">
              <w:rPr>
                <w:rFonts w:ascii="Arial" w:hAnsi="Arial" w:cs="Arial"/>
                <w:b/>
                <w:bCs/>
              </w:rPr>
              <w:t>eandro</w:t>
            </w:r>
            <w:r w:rsidRPr="006C31E3">
              <w:rPr>
                <w:rFonts w:ascii="Arial" w:hAnsi="Arial" w:cs="Arial"/>
                <w:b/>
                <w:bCs/>
              </w:rPr>
              <w:t xml:space="preserve"> A</w:t>
            </w:r>
            <w:r w:rsidR="00D37995" w:rsidRPr="006C31E3">
              <w:rPr>
                <w:rFonts w:ascii="Arial" w:hAnsi="Arial" w:cs="Arial"/>
                <w:b/>
                <w:bCs/>
              </w:rPr>
              <w:t>lves</w:t>
            </w:r>
            <w:r w:rsidRPr="006C31E3">
              <w:rPr>
                <w:rFonts w:ascii="Arial" w:hAnsi="Arial" w:cs="Arial"/>
                <w:b/>
                <w:bCs/>
              </w:rPr>
              <w:t xml:space="preserve"> A</w:t>
            </w:r>
            <w:r w:rsidR="00D37995" w:rsidRPr="006C31E3">
              <w:rPr>
                <w:rFonts w:ascii="Arial" w:hAnsi="Arial" w:cs="Arial"/>
                <w:b/>
                <w:bCs/>
              </w:rPr>
              <w:t>lmeida</w:t>
            </w:r>
            <w:r w:rsidRPr="006C31E3">
              <w:rPr>
                <w:rFonts w:ascii="Arial" w:hAnsi="Arial" w:cs="Arial"/>
                <w:b/>
                <w:bCs/>
              </w:rPr>
              <w:t xml:space="preserve"> F</w:t>
            </w:r>
            <w:r w:rsidR="00D37995" w:rsidRPr="006C31E3">
              <w:rPr>
                <w:rFonts w:ascii="Arial" w:hAnsi="Arial" w:cs="Arial"/>
                <w:b/>
                <w:bCs/>
              </w:rPr>
              <w:t>erreira</w:t>
            </w:r>
            <w:r w:rsidRPr="006C31E3">
              <w:rPr>
                <w:rFonts w:ascii="Arial" w:hAnsi="Arial" w:cs="Arial"/>
                <w:bCs/>
              </w:rPr>
              <w:t xml:space="preserve">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7547A1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CD1D2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B25251" w:rsidRPr="00706D4D" w14:paraId="470013B4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EA8AACC" w14:textId="77777777" w:rsidR="00B25251" w:rsidRPr="00706D4D" w:rsidRDefault="00B25251" w:rsidP="00606D69">
            <w:pPr>
              <w:tabs>
                <w:tab w:val="left" w:pos="3520"/>
              </w:tabs>
              <w:suppressAutoHyphens/>
              <w:snapToGrid w:val="0"/>
              <w:jc w:val="right"/>
              <w:rPr>
                <w:rFonts w:ascii="Arial" w:hAnsi="Arial" w:cs="Arial"/>
                <w:bCs/>
              </w:rPr>
            </w:pPr>
            <w:r w:rsidRPr="00706D4D">
              <w:rPr>
                <w:rFonts w:ascii="Arial" w:hAnsi="Arial" w:cs="Arial"/>
                <w:bCs/>
              </w:rPr>
              <w:t>Comb</w:t>
            </w:r>
            <w:r w:rsidRPr="00706D4D">
              <w:rPr>
                <w:rFonts w:ascii="Arial" w:hAnsi="Arial" w:cs="Arial"/>
              </w:rPr>
              <w:t>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7AD3E49" w14:textId="77777777" w:rsidR="00B25251" w:rsidRPr="00B25251" w:rsidRDefault="006C31E3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>
              <w:rPr>
                <w:rFonts w:ascii="Arial" w:eastAsia="Calibri" w:hAnsi="Arial" w:cs="Arial"/>
                <w:bCs/>
                <w:lang w:eastAsia="ar-SA"/>
              </w:rPr>
              <w:t>1.924,66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3B38D5" w14:textId="77777777" w:rsidR="00B25251" w:rsidRPr="00706D4D" w:rsidRDefault="00B25251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5C62D98D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00AF70" w14:textId="77777777" w:rsidR="004A30C9" w:rsidRPr="00706D4D" w:rsidRDefault="004A30C9" w:rsidP="00D37995">
            <w:pPr>
              <w:pStyle w:val="Ttulo2"/>
              <w:numPr>
                <w:ilvl w:val="1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 w:rsidR="00D37995">
              <w:rPr>
                <w:rFonts w:ascii="Arial" w:hAnsi="Arial" w:cs="Arial"/>
                <w:bCs w:val="0"/>
              </w:rPr>
              <w:t>otal</w:t>
            </w:r>
            <w:r w:rsidRPr="00706D4D">
              <w:rPr>
                <w:rFonts w:ascii="Arial" w:hAnsi="Arial" w:cs="Arial"/>
                <w:bCs w:val="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A574DBA" w14:textId="77777777" w:rsidR="004A30C9" w:rsidRPr="00B25251" w:rsidRDefault="00DD45F6" w:rsidP="004A30C9">
            <w:pPr>
              <w:suppressAutoHyphens/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1.924,66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DC3F1" w14:textId="77777777" w:rsidR="004A30C9" w:rsidRPr="005825DD" w:rsidRDefault="00DD45F6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1.924,66</w:t>
            </w:r>
          </w:p>
        </w:tc>
      </w:tr>
      <w:tr w:rsidR="004A30C9" w:rsidRPr="00706D4D" w14:paraId="08266466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40F0BB" w14:textId="77777777" w:rsidR="004A30C9" w:rsidRPr="00706D4D" w:rsidRDefault="004A30C9" w:rsidP="00D37995">
            <w:pPr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M</w:t>
            </w:r>
            <w:r w:rsidR="00D37995">
              <w:rPr>
                <w:rFonts w:ascii="Arial" w:hAnsi="Arial" w:cs="Arial"/>
                <w:b/>
                <w:bCs/>
              </w:rPr>
              <w:t>arcio</w:t>
            </w:r>
            <w:r w:rsidRPr="00706D4D">
              <w:rPr>
                <w:rFonts w:ascii="Arial" w:hAnsi="Arial" w:cs="Arial"/>
                <w:b/>
                <w:bCs/>
              </w:rPr>
              <w:t xml:space="preserve"> E</w:t>
            </w:r>
            <w:r w:rsidR="00D37995">
              <w:rPr>
                <w:rFonts w:ascii="Arial" w:hAnsi="Arial" w:cs="Arial"/>
                <w:b/>
                <w:bCs/>
              </w:rPr>
              <w:t>ustáquio</w:t>
            </w:r>
            <w:r w:rsidRPr="00706D4D">
              <w:rPr>
                <w:rFonts w:ascii="Arial" w:hAnsi="Arial" w:cs="Arial"/>
                <w:b/>
                <w:bCs/>
              </w:rPr>
              <w:t xml:space="preserve"> R</w:t>
            </w:r>
            <w:r w:rsidR="00D37995">
              <w:rPr>
                <w:rFonts w:ascii="Arial" w:hAnsi="Arial" w:cs="Arial"/>
                <w:b/>
                <w:bCs/>
              </w:rPr>
              <w:t>odrigues</w:t>
            </w:r>
            <w:r w:rsidRPr="00706D4D">
              <w:rPr>
                <w:rFonts w:ascii="Arial" w:hAnsi="Arial" w:cs="Arial"/>
                <w:bCs/>
              </w:rPr>
              <w:t xml:space="preserve">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1600F1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D3011C5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1295A" w:rsidRPr="00706D4D" w14:paraId="77C988B5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3E64883" w14:textId="77777777" w:rsidR="0071295A" w:rsidRPr="00706D4D" w:rsidRDefault="0071295A" w:rsidP="0071295A">
            <w:pPr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478B0EA" w14:textId="77777777" w:rsidR="0071295A" w:rsidRPr="00B25251" w:rsidRDefault="0071295A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B25251">
              <w:rPr>
                <w:rFonts w:ascii="Arial" w:eastAsia="Calibri" w:hAnsi="Arial" w:cs="Arial"/>
                <w:bCs/>
                <w:lang w:eastAsia="ar-SA"/>
              </w:rPr>
              <w:t>639,20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7ED5A" w14:textId="77777777" w:rsidR="0071295A" w:rsidRPr="00706D4D" w:rsidRDefault="0071295A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1295A" w:rsidRPr="00706D4D" w14:paraId="14EFFC50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98E80FE" w14:textId="77777777" w:rsidR="0071295A" w:rsidRPr="00706D4D" w:rsidRDefault="0071295A" w:rsidP="0071295A">
            <w:pPr>
              <w:snapToGrid w:val="0"/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AF73FDB" w14:textId="77777777" w:rsidR="0071295A" w:rsidRPr="00B25251" w:rsidRDefault="0071295A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B25251">
              <w:rPr>
                <w:rFonts w:ascii="Arial" w:eastAsia="Calibri" w:hAnsi="Arial" w:cs="Arial"/>
                <w:bCs/>
                <w:lang w:eastAsia="ar-SA"/>
              </w:rPr>
              <w:t>53,19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97526" w14:textId="77777777" w:rsidR="0071295A" w:rsidRPr="00B25251" w:rsidRDefault="0071295A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</w:p>
        </w:tc>
      </w:tr>
      <w:tr w:rsidR="0071295A" w:rsidRPr="00706D4D" w14:paraId="078D9DF8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5AF43CE" w14:textId="77777777" w:rsidR="0071295A" w:rsidRPr="005825DD" w:rsidRDefault="0071295A" w:rsidP="00D37995">
            <w:pPr>
              <w:snapToGrid w:val="0"/>
              <w:jc w:val="right"/>
              <w:rPr>
                <w:rFonts w:ascii="Arial" w:hAnsi="Arial" w:cs="Arial"/>
                <w:b/>
                <w:bCs/>
              </w:rPr>
            </w:pPr>
            <w:r w:rsidRPr="005825DD">
              <w:rPr>
                <w:rFonts w:ascii="Arial" w:hAnsi="Arial" w:cs="Arial"/>
                <w:b/>
                <w:bCs/>
              </w:rPr>
              <w:t>T</w:t>
            </w:r>
            <w:r w:rsidR="00D37995"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FC91F43" w14:textId="77777777" w:rsidR="0071295A" w:rsidRPr="0071295A" w:rsidRDefault="0071295A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1295A">
              <w:rPr>
                <w:rFonts w:ascii="Arial" w:eastAsia="Calibri" w:hAnsi="Arial" w:cs="Arial"/>
                <w:b/>
                <w:bCs/>
                <w:lang w:eastAsia="ar-SA"/>
              </w:rPr>
              <w:t>692,39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C1169F" w14:textId="77777777" w:rsidR="0071295A" w:rsidRPr="0071295A" w:rsidRDefault="0071295A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1295A">
              <w:rPr>
                <w:rFonts w:ascii="Arial" w:eastAsia="Calibri" w:hAnsi="Arial" w:cs="Arial"/>
                <w:b/>
                <w:bCs/>
                <w:lang w:eastAsia="ar-SA"/>
              </w:rPr>
              <w:t>692,39</w:t>
            </w:r>
          </w:p>
        </w:tc>
      </w:tr>
      <w:tr w:rsidR="004A30C9" w:rsidRPr="00706D4D" w14:paraId="44EF406B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F1DC27" w14:textId="77777777" w:rsidR="004A30C9" w:rsidRPr="00706D4D" w:rsidRDefault="00D37995" w:rsidP="00D37995">
            <w:pPr>
              <w:pStyle w:val="Ttulo2"/>
              <w:numPr>
                <w:ilvl w:val="1"/>
                <w:numId w:val="1"/>
              </w:numPr>
              <w:snapToGrid w:val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bCs w:val="0"/>
              </w:rPr>
              <w:t>Marcio</w:t>
            </w:r>
            <w:r w:rsidR="004A30C9" w:rsidRPr="00706D4D">
              <w:rPr>
                <w:rFonts w:ascii="Arial" w:hAnsi="Arial" w:cs="Arial"/>
                <w:bCs w:val="0"/>
              </w:rPr>
              <w:t xml:space="preserve"> L</w:t>
            </w:r>
            <w:r>
              <w:rPr>
                <w:rFonts w:ascii="Arial" w:hAnsi="Arial" w:cs="Arial"/>
                <w:bCs w:val="0"/>
              </w:rPr>
              <w:t>ara</w:t>
            </w:r>
            <w:r w:rsidR="004A30C9"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F97B2AF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AEE0B4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A30C9" w:rsidRPr="00706D4D" w14:paraId="43FA4003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987196C" w14:textId="77777777" w:rsidR="004A30C9" w:rsidRPr="004A30C9" w:rsidRDefault="004A30C9" w:rsidP="00606D69">
            <w:pPr>
              <w:pStyle w:val="Ttulo4"/>
              <w:tabs>
                <w:tab w:val="left" w:pos="708"/>
              </w:tabs>
              <w:snapToGrid w:val="0"/>
              <w:ind w:left="0" w:firstLine="0"/>
              <w:jc w:val="right"/>
              <w:rPr>
                <w:rFonts w:ascii="Arial" w:hAnsi="Arial" w:cs="Arial"/>
                <w:b w:val="0"/>
                <w:bCs w:val="0"/>
              </w:rPr>
            </w:pPr>
            <w:r w:rsidRPr="00706D4D">
              <w:rPr>
                <w:rFonts w:ascii="Arial" w:hAnsi="Arial" w:cs="Arial"/>
                <w:b w:val="0"/>
                <w:bCs w:val="0"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EE701D3" w14:textId="77777777" w:rsidR="004A30C9" w:rsidRPr="005825DD" w:rsidRDefault="0071295A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947,62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3DE155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1B2A2D9D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768D87" w14:textId="77777777" w:rsidR="004A30C9" w:rsidRPr="00706D4D" w:rsidRDefault="004A30C9" w:rsidP="00D37995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 w:rsidR="00D37995"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9205719" w14:textId="77777777" w:rsidR="005825DD" w:rsidRPr="00BA53E4" w:rsidRDefault="0071295A" w:rsidP="005825DD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947,62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BA3903" w14:textId="77777777" w:rsidR="004A30C9" w:rsidRPr="00BA53E4" w:rsidRDefault="0071295A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947,62</w:t>
            </w:r>
          </w:p>
        </w:tc>
      </w:tr>
      <w:tr w:rsidR="004A30C9" w:rsidRPr="00706D4D" w14:paraId="5809BC88" w14:textId="77777777" w:rsidTr="00BA53E4">
        <w:trPr>
          <w:gridAfter w:val="1"/>
          <w:wAfter w:w="3412" w:type="dxa"/>
          <w:trHeight w:val="323"/>
        </w:trPr>
        <w:tc>
          <w:tcPr>
            <w:tcW w:w="5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24ADE3" w14:textId="77777777" w:rsidR="004A30C9" w:rsidRPr="00706D4D" w:rsidRDefault="004A30C9" w:rsidP="00D37995">
            <w:pPr>
              <w:pStyle w:val="Ttulo4"/>
              <w:tabs>
                <w:tab w:val="left" w:pos="708"/>
              </w:tabs>
              <w:snapToGrid w:val="0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M</w:t>
            </w:r>
            <w:r w:rsidR="00D37995">
              <w:rPr>
                <w:rFonts w:ascii="Arial" w:hAnsi="Arial" w:cs="Arial"/>
                <w:bCs w:val="0"/>
              </w:rPr>
              <w:t>arcílio</w:t>
            </w:r>
            <w:r w:rsidRPr="00706D4D">
              <w:rPr>
                <w:rFonts w:ascii="Arial" w:hAnsi="Arial" w:cs="Arial"/>
                <w:bCs w:val="0"/>
              </w:rPr>
              <w:t xml:space="preserve"> M</w:t>
            </w:r>
            <w:r w:rsidR="00D37995">
              <w:rPr>
                <w:rFonts w:ascii="Arial" w:hAnsi="Arial" w:cs="Arial"/>
                <w:bCs w:val="0"/>
              </w:rPr>
              <w:t>agela</w:t>
            </w:r>
            <w:r w:rsidRPr="00706D4D">
              <w:rPr>
                <w:rFonts w:ascii="Arial" w:hAnsi="Arial" w:cs="Arial"/>
                <w:bCs w:val="0"/>
              </w:rPr>
              <w:t xml:space="preserve"> </w:t>
            </w:r>
            <w:r w:rsidR="00D37995">
              <w:rPr>
                <w:rFonts w:ascii="Arial" w:hAnsi="Arial" w:cs="Arial"/>
                <w:bCs w:val="0"/>
              </w:rPr>
              <w:t>de</w:t>
            </w:r>
            <w:r w:rsidRPr="00706D4D">
              <w:rPr>
                <w:rFonts w:ascii="Arial" w:hAnsi="Arial" w:cs="Arial"/>
                <w:bCs w:val="0"/>
              </w:rPr>
              <w:t xml:space="preserve"> S</w:t>
            </w:r>
            <w:r w:rsidR="00D37995">
              <w:rPr>
                <w:rFonts w:ascii="Arial" w:hAnsi="Arial" w:cs="Arial"/>
                <w:bCs w:val="0"/>
              </w:rPr>
              <w:t>ouza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   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62FACBD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02AF3E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444D56" w:rsidRPr="00706D4D" w14:paraId="0483792A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0892938A" w14:textId="77777777" w:rsidR="00444D56" w:rsidRPr="00706D4D" w:rsidRDefault="00444D56" w:rsidP="00444D56">
            <w:pPr>
              <w:pStyle w:val="Ttulo4"/>
              <w:tabs>
                <w:tab w:val="left" w:pos="708"/>
              </w:tabs>
              <w:snapToGrid w:val="0"/>
              <w:jc w:val="right"/>
              <w:rPr>
                <w:rFonts w:ascii="Arial" w:hAnsi="Arial" w:cs="Arial"/>
                <w:bCs w:val="0"/>
              </w:rPr>
            </w:pPr>
            <w:r w:rsidRPr="00706D4D">
              <w:rPr>
                <w:rFonts w:ascii="Arial" w:hAnsi="Arial" w:cs="Arial"/>
                <w:b w:val="0"/>
                <w:bCs w:val="0"/>
              </w:rPr>
              <w:t>Combustível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A32B859" w14:textId="77777777" w:rsidR="00444D56" w:rsidRPr="005825DD" w:rsidRDefault="00444D56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</w:t>
            </w:r>
            <w:r w:rsidR="0071295A">
              <w:rPr>
                <w:rFonts w:ascii="Arial" w:eastAsia="Calibri" w:hAnsi="Arial" w:cs="Arial"/>
                <w:lang w:eastAsia="ar-SA"/>
              </w:rPr>
              <w:t>990,92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71669" w14:textId="77777777" w:rsidR="00444D56" w:rsidRPr="00706D4D" w:rsidRDefault="00444D56" w:rsidP="00444D56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44D56" w:rsidRPr="00706D4D" w14:paraId="7E1F74CB" w14:textId="77777777" w:rsidTr="004A30C9"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CBEA84" w14:textId="77777777" w:rsidR="00444D56" w:rsidRPr="00706D4D" w:rsidRDefault="00444D56" w:rsidP="00D37995">
            <w:pPr>
              <w:suppressAutoHyphens/>
              <w:snapToGrid w:val="0"/>
              <w:ind w:left="-532" w:firstLine="532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 w:rsidR="00D37995"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3F0B4E1" w14:textId="77777777" w:rsidR="00444D56" w:rsidRPr="00BA53E4" w:rsidRDefault="00444D56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BA53E4">
              <w:rPr>
                <w:rFonts w:ascii="Arial" w:eastAsia="Calibri" w:hAnsi="Arial" w:cs="Arial"/>
                <w:b/>
                <w:lang w:eastAsia="ar-SA"/>
              </w:rPr>
              <w:t>1.</w:t>
            </w:r>
            <w:r w:rsidR="0071295A">
              <w:rPr>
                <w:rFonts w:ascii="Arial" w:eastAsia="Calibri" w:hAnsi="Arial" w:cs="Arial"/>
                <w:b/>
                <w:lang w:eastAsia="ar-SA"/>
              </w:rPr>
              <w:t>990,92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57D6EE" w14:textId="77777777" w:rsidR="00444D56" w:rsidRPr="00BA53E4" w:rsidRDefault="00444D56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BA53E4">
              <w:rPr>
                <w:rFonts w:ascii="Arial" w:eastAsia="Calibri" w:hAnsi="Arial" w:cs="Arial"/>
                <w:b/>
                <w:lang w:eastAsia="ar-SA"/>
              </w:rPr>
              <w:t>1.</w:t>
            </w:r>
            <w:r w:rsidR="0071295A">
              <w:rPr>
                <w:rFonts w:ascii="Arial" w:eastAsia="Calibri" w:hAnsi="Arial" w:cs="Arial"/>
                <w:b/>
                <w:lang w:eastAsia="ar-SA"/>
              </w:rPr>
              <w:t>990,92</w:t>
            </w:r>
          </w:p>
        </w:tc>
        <w:tc>
          <w:tcPr>
            <w:tcW w:w="3412" w:type="dxa"/>
            <w:vAlign w:val="center"/>
            <w:hideMark/>
          </w:tcPr>
          <w:p w14:paraId="18DD5556" w14:textId="77777777" w:rsidR="00444D56" w:rsidRPr="00706D4D" w:rsidRDefault="00444D56" w:rsidP="00444D56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 w:rsidRPr="00706D4D">
              <w:rPr>
                <w:rFonts w:ascii="Arial" w:hAnsi="Arial" w:cs="Arial"/>
                <w:b/>
              </w:rPr>
              <w:t>1.963,55</w:t>
            </w:r>
          </w:p>
        </w:tc>
      </w:tr>
      <w:tr w:rsidR="004A30C9" w:rsidRPr="00706D4D" w14:paraId="3FF5AE6B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D08490" w14:textId="77777777" w:rsidR="004A30C9" w:rsidRPr="00706D4D" w:rsidRDefault="004A30C9" w:rsidP="00D37995">
            <w:pPr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M</w:t>
            </w:r>
            <w:r w:rsidR="00D37995">
              <w:rPr>
                <w:rFonts w:ascii="Arial" w:hAnsi="Arial" w:cs="Arial"/>
                <w:b/>
                <w:bCs/>
              </w:rPr>
              <w:t>ário</w:t>
            </w:r>
            <w:r w:rsidRPr="00706D4D">
              <w:rPr>
                <w:rFonts w:ascii="Arial" w:hAnsi="Arial" w:cs="Arial"/>
                <w:b/>
                <w:bCs/>
              </w:rPr>
              <w:t xml:space="preserve"> J</w:t>
            </w:r>
            <w:r w:rsidR="00D37995">
              <w:rPr>
                <w:rFonts w:ascii="Arial" w:hAnsi="Arial" w:cs="Arial"/>
                <w:b/>
                <w:bCs/>
              </w:rPr>
              <w:t>ustino da Silva</w:t>
            </w:r>
            <w:r w:rsidRPr="00706D4D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57A42AF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CFA2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78BE0D2E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F310933" w14:textId="77777777" w:rsidR="004A30C9" w:rsidRPr="00706D4D" w:rsidRDefault="004A30C9" w:rsidP="00606D69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73ACA90" w14:textId="77777777" w:rsidR="004A30C9" w:rsidRPr="00706D4D" w:rsidRDefault="0071295A" w:rsidP="00DD4818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9</w:t>
            </w:r>
            <w:r w:rsidR="00DD4818">
              <w:rPr>
                <w:rFonts w:ascii="Arial" w:eastAsia="Calibri" w:hAnsi="Arial" w:cs="Arial"/>
                <w:lang w:eastAsia="ar-SA"/>
              </w:rPr>
              <w:t>29</w:t>
            </w:r>
            <w:r>
              <w:rPr>
                <w:rFonts w:ascii="Arial" w:eastAsia="Calibri" w:hAnsi="Arial" w:cs="Arial"/>
                <w:lang w:eastAsia="ar-SA"/>
              </w:rPr>
              <w:t>,</w:t>
            </w:r>
            <w:r w:rsidR="00DD4818">
              <w:rPr>
                <w:rFonts w:ascii="Arial" w:eastAsia="Calibri" w:hAnsi="Arial" w:cs="Arial"/>
                <w:lang w:eastAsia="ar-SA"/>
              </w:rPr>
              <w:t>7</w:t>
            </w:r>
            <w:r>
              <w:rPr>
                <w:rFonts w:ascii="Arial" w:eastAsia="Calibri" w:hAnsi="Arial" w:cs="Arial"/>
                <w:lang w:eastAsia="ar-SA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9B26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44D56" w:rsidRPr="00706D4D" w14:paraId="4EEA8B41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E0C8FE7" w14:textId="77777777" w:rsidR="00444D56" w:rsidRDefault="00444D56" w:rsidP="004D4287">
            <w:pPr>
              <w:suppressAutoHyphens/>
              <w:snapToGri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Outros serviços de terceiros (passagem aérea</w:t>
            </w:r>
            <w:r w:rsidR="004D4287">
              <w:rPr>
                <w:rFonts w:ascii="Arial" w:hAnsi="Arial" w:cs="Arial"/>
                <w:bCs/>
              </w:rPr>
              <w:t>, taxi, transporte urbano, hospedagem e alimentação</w:t>
            </w:r>
            <w:r>
              <w:rPr>
                <w:rFonts w:ascii="Arial" w:hAnsi="Arial" w:cs="Arial"/>
                <w:bCs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2F963DD" w14:textId="77777777" w:rsidR="00444D56" w:rsidRPr="00706D4D" w:rsidRDefault="0071295A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18,00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78F20C" w14:textId="77777777" w:rsidR="00444D56" w:rsidRPr="00706D4D" w:rsidRDefault="00444D56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204106FC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ED0EBD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lastRenderedPageBreak/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F5B1F23" w14:textId="77777777" w:rsidR="004A30C9" w:rsidRPr="00706D4D" w:rsidRDefault="0071295A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947,77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C63738" w14:textId="77777777" w:rsidR="004A30C9" w:rsidRPr="00706D4D" w:rsidRDefault="0071295A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947,77</w:t>
            </w:r>
          </w:p>
        </w:tc>
      </w:tr>
      <w:tr w:rsidR="004A30C9" w:rsidRPr="00706D4D" w14:paraId="00051DB7" w14:textId="77777777" w:rsidTr="004A30C9">
        <w:trPr>
          <w:gridAfter w:val="1"/>
          <w:wAfter w:w="3412" w:type="dxa"/>
          <w:trHeight w:val="100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B5A864" w14:textId="77777777" w:rsidR="004A30C9" w:rsidRPr="00706D4D" w:rsidRDefault="004A30C9" w:rsidP="00D37995">
            <w:pPr>
              <w:pStyle w:val="Ttulo4"/>
              <w:numPr>
                <w:ilvl w:val="3"/>
                <w:numId w:val="1"/>
              </w:numPr>
              <w:snapToGrid w:val="0"/>
              <w:jc w:val="lef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</w:rPr>
              <w:t>M</w:t>
            </w:r>
            <w:r w:rsidR="00D37995">
              <w:rPr>
                <w:rFonts w:ascii="Arial" w:hAnsi="Arial" w:cs="Arial"/>
              </w:rPr>
              <w:t>arcus</w:t>
            </w:r>
            <w:r w:rsidRPr="00706D4D">
              <w:rPr>
                <w:rFonts w:ascii="Arial" w:hAnsi="Arial" w:cs="Arial"/>
              </w:rPr>
              <w:t xml:space="preserve"> V</w:t>
            </w:r>
            <w:r w:rsidR="00D37995">
              <w:rPr>
                <w:rFonts w:ascii="Arial" w:hAnsi="Arial" w:cs="Arial"/>
              </w:rPr>
              <w:t>inícius</w:t>
            </w:r>
            <w:r w:rsidRPr="00706D4D">
              <w:rPr>
                <w:rFonts w:ascii="Arial" w:hAnsi="Arial" w:cs="Arial"/>
              </w:rPr>
              <w:t xml:space="preserve"> R</w:t>
            </w:r>
            <w:r w:rsidR="00D37995">
              <w:rPr>
                <w:rFonts w:ascii="Arial" w:hAnsi="Arial" w:cs="Arial"/>
              </w:rPr>
              <w:t xml:space="preserve">ios </w:t>
            </w:r>
            <w:r w:rsidRPr="00706D4D">
              <w:rPr>
                <w:rFonts w:ascii="Arial" w:hAnsi="Arial" w:cs="Arial"/>
              </w:rPr>
              <w:t>F</w:t>
            </w:r>
            <w:r w:rsidR="00D37995">
              <w:rPr>
                <w:rFonts w:ascii="Arial" w:hAnsi="Arial" w:cs="Arial"/>
              </w:rPr>
              <w:t>aria</w:t>
            </w:r>
            <w:r w:rsidRPr="00706D4D">
              <w:rPr>
                <w:rFonts w:ascii="Arial" w:hAnsi="Arial" w:cs="Arial"/>
              </w:rPr>
              <w:t xml:space="preserve">     </w:t>
            </w:r>
            <w:r w:rsidRPr="00706D4D">
              <w:rPr>
                <w:rFonts w:ascii="Arial" w:hAnsi="Arial" w:cs="Arial"/>
                <w:b w:val="0"/>
                <w:bCs w:val="0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90A0308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329BE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B95190" w:rsidRPr="00706D4D" w14:paraId="58FF016B" w14:textId="77777777" w:rsidTr="00B95190">
        <w:trPr>
          <w:gridAfter w:val="1"/>
          <w:wAfter w:w="3412" w:type="dxa"/>
          <w:trHeight w:val="100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F51B817" w14:textId="77777777" w:rsidR="00B95190" w:rsidRPr="00B95190" w:rsidRDefault="00B95190" w:rsidP="00B95190">
            <w:pPr>
              <w:pStyle w:val="Ttulo4"/>
              <w:numPr>
                <w:ilvl w:val="3"/>
                <w:numId w:val="1"/>
              </w:numPr>
              <w:snapToGrid w:val="0"/>
              <w:jc w:val="right"/>
              <w:rPr>
                <w:rFonts w:ascii="Arial" w:hAnsi="Arial" w:cs="Arial"/>
                <w:b w:val="0"/>
              </w:rPr>
            </w:pPr>
            <w:r w:rsidRPr="00B95190">
              <w:rPr>
                <w:rFonts w:ascii="Arial" w:hAnsi="Arial" w:cs="Arial"/>
                <w:b w:val="0"/>
                <w:bCs w:val="0"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D10368D" w14:textId="77777777" w:rsidR="00B95190" w:rsidRPr="00706D4D" w:rsidRDefault="004D4287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</w:t>
            </w:r>
            <w:r w:rsidR="0071295A">
              <w:rPr>
                <w:rFonts w:ascii="Arial" w:eastAsia="Calibri" w:hAnsi="Arial" w:cs="Arial"/>
                <w:lang w:eastAsia="ar-SA"/>
              </w:rPr>
              <w:t>970,48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09B203" w14:textId="77777777" w:rsidR="00B95190" w:rsidRPr="00706D4D" w:rsidRDefault="00B95190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4A30C9" w:rsidRPr="00706D4D" w14:paraId="228B70AA" w14:textId="77777777" w:rsidTr="004A30C9">
        <w:trPr>
          <w:gridAfter w:val="1"/>
          <w:wAfter w:w="3412" w:type="dxa"/>
          <w:trHeight w:val="100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9E64807" w14:textId="77777777" w:rsidR="004A30C9" w:rsidRPr="00706D4D" w:rsidRDefault="004A30C9" w:rsidP="00D37995">
            <w:pPr>
              <w:pStyle w:val="Ttulo4"/>
              <w:numPr>
                <w:ilvl w:val="3"/>
                <w:numId w:val="1"/>
              </w:numPr>
              <w:snapToGrid w:val="0"/>
              <w:jc w:val="right"/>
              <w:rPr>
                <w:rFonts w:ascii="Arial" w:hAnsi="Arial" w:cs="Arial"/>
              </w:rPr>
            </w:pPr>
            <w:r w:rsidRPr="00706D4D">
              <w:rPr>
                <w:rFonts w:ascii="Arial" w:hAnsi="Arial" w:cs="Arial"/>
                <w:bCs w:val="0"/>
              </w:rPr>
              <w:t>T</w:t>
            </w:r>
            <w:r w:rsidR="00D37995">
              <w:rPr>
                <w:rFonts w:ascii="Arial" w:hAnsi="Arial" w:cs="Arial"/>
                <w:bCs w:val="0"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22660C70" w14:textId="77777777" w:rsidR="004A30C9" w:rsidRPr="00706D4D" w:rsidRDefault="004D4287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</w:t>
            </w:r>
            <w:r w:rsidR="0071295A">
              <w:rPr>
                <w:rFonts w:ascii="Arial" w:eastAsia="Calibri" w:hAnsi="Arial" w:cs="Arial"/>
                <w:b/>
                <w:lang w:eastAsia="ar-SA"/>
              </w:rPr>
              <w:t>970,48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F7DAA3" w14:textId="77777777" w:rsidR="004A30C9" w:rsidRPr="00706D4D" w:rsidRDefault="004D4287" w:rsidP="0071295A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lang w:eastAsia="ar-SA"/>
              </w:rPr>
              <w:t>1.</w:t>
            </w:r>
            <w:r w:rsidR="0071295A">
              <w:rPr>
                <w:rFonts w:ascii="Arial" w:eastAsia="Calibri" w:hAnsi="Arial" w:cs="Arial"/>
                <w:b/>
                <w:lang w:eastAsia="ar-SA"/>
              </w:rPr>
              <w:t>970,48</w:t>
            </w:r>
          </w:p>
        </w:tc>
      </w:tr>
      <w:tr w:rsidR="004A30C9" w:rsidRPr="00706D4D" w14:paraId="04488BCE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6DEE3E" w14:textId="77777777" w:rsidR="004A30C9" w:rsidRPr="00706D4D" w:rsidRDefault="004A30C9" w:rsidP="00D37995">
            <w:pPr>
              <w:suppressAutoHyphens/>
              <w:snapToGrid w:val="0"/>
              <w:rPr>
                <w:rFonts w:ascii="Arial" w:hAnsi="Arial" w:cs="Arial"/>
                <w:b/>
                <w:bCs/>
              </w:rPr>
            </w:pPr>
            <w:r w:rsidRPr="00706D4D">
              <w:rPr>
                <w:rFonts w:ascii="Arial" w:hAnsi="Arial" w:cs="Arial"/>
                <w:b/>
                <w:bCs/>
              </w:rPr>
              <w:t>N</w:t>
            </w:r>
            <w:r w:rsidR="00D37995">
              <w:rPr>
                <w:rFonts w:ascii="Arial" w:hAnsi="Arial" w:cs="Arial"/>
                <w:b/>
                <w:bCs/>
              </w:rPr>
              <w:t>ilton</w:t>
            </w:r>
            <w:r w:rsidRPr="00706D4D">
              <w:rPr>
                <w:rFonts w:ascii="Arial" w:hAnsi="Arial" w:cs="Arial"/>
                <w:b/>
                <w:bCs/>
              </w:rPr>
              <w:t xml:space="preserve"> R</w:t>
            </w:r>
            <w:r w:rsidR="00D37995">
              <w:rPr>
                <w:rFonts w:ascii="Arial" w:hAnsi="Arial" w:cs="Arial"/>
                <w:b/>
                <w:bCs/>
              </w:rPr>
              <w:t>eis</w:t>
            </w:r>
            <w:r w:rsidRPr="00706D4D">
              <w:rPr>
                <w:rFonts w:ascii="Arial" w:hAnsi="Arial" w:cs="Arial"/>
                <w:b/>
                <w:bCs/>
              </w:rPr>
              <w:t xml:space="preserve"> L</w:t>
            </w:r>
            <w:r w:rsidR="00D37995">
              <w:rPr>
                <w:rFonts w:ascii="Arial" w:hAnsi="Arial" w:cs="Arial"/>
                <w:b/>
                <w:bCs/>
              </w:rPr>
              <w:t>opes</w:t>
            </w:r>
            <w:r w:rsidRPr="00706D4D">
              <w:rPr>
                <w:rFonts w:ascii="Arial" w:hAnsi="Arial" w:cs="Arial"/>
                <w:b/>
                <w:bCs/>
              </w:rPr>
              <w:t xml:space="preserve">  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46599B1D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A07229" w14:textId="77777777" w:rsidR="004A30C9" w:rsidRPr="00706D4D" w:rsidRDefault="004A30C9" w:rsidP="004A30C9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262C2" w:rsidRPr="00706D4D" w14:paraId="78713CD0" w14:textId="77777777" w:rsidTr="007262C2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6E280984" w14:textId="77777777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>Combustível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11020930" w14:textId="1BFBD970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1.977,57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73036" w14:textId="77777777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262C2" w:rsidRPr="00706D4D" w14:paraId="3945F8AB" w14:textId="77777777" w:rsidTr="007262C2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36F66B" w14:textId="77777777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76982E46" w14:textId="27D156B6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1.977,57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34379A" w14:textId="24F8405D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1.977,57</w:t>
            </w:r>
          </w:p>
        </w:tc>
      </w:tr>
      <w:tr w:rsidR="007262C2" w:rsidRPr="00706D4D" w14:paraId="55E29406" w14:textId="77777777" w:rsidTr="004A30C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619D46" w14:textId="77777777" w:rsidR="007262C2" w:rsidRPr="00706D4D" w:rsidRDefault="007262C2" w:rsidP="007262C2">
            <w:pPr>
              <w:suppressAutoHyphens/>
              <w:snapToGrid w:val="0"/>
              <w:rPr>
                <w:rFonts w:ascii="Arial" w:hAnsi="Arial" w:cs="Arial"/>
                <w:b/>
              </w:rPr>
            </w:pPr>
            <w:r w:rsidRPr="00706D4D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>odrigo</w:t>
            </w:r>
            <w:r w:rsidRPr="00706D4D">
              <w:rPr>
                <w:rFonts w:ascii="Arial" w:hAnsi="Arial" w:cs="Arial"/>
                <w:b/>
              </w:rPr>
              <w:t xml:space="preserve"> A</w:t>
            </w:r>
            <w:r>
              <w:rPr>
                <w:rFonts w:ascii="Arial" w:hAnsi="Arial" w:cs="Arial"/>
                <w:b/>
              </w:rPr>
              <w:t>lves</w:t>
            </w:r>
            <w:r w:rsidRPr="00706D4D">
              <w:rPr>
                <w:rFonts w:ascii="Arial" w:hAnsi="Arial" w:cs="Arial"/>
                <w:b/>
              </w:rPr>
              <w:t xml:space="preserve"> M</w:t>
            </w:r>
            <w:r>
              <w:rPr>
                <w:rFonts w:ascii="Arial" w:hAnsi="Arial" w:cs="Arial"/>
                <w:b/>
              </w:rPr>
              <w:t>eneses</w:t>
            </w:r>
            <w:r w:rsidRPr="00706D4D">
              <w:rPr>
                <w:rFonts w:ascii="Arial" w:hAnsi="Arial" w:cs="Arial"/>
                <w:b/>
              </w:rPr>
              <w:t xml:space="preserve">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57DB6882" w14:textId="77777777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453A84" w14:textId="77777777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262C2" w:rsidRPr="00706D4D" w14:paraId="613DEFD8" w14:textId="77777777" w:rsidTr="00606D69">
        <w:trPr>
          <w:gridAfter w:val="1"/>
          <w:wAfter w:w="3412" w:type="dxa"/>
        </w:trPr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70557B40" w14:textId="77777777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bCs/>
                <w:lang w:eastAsia="ar-SA"/>
              </w:rPr>
            </w:pPr>
            <w:r w:rsidRPr="00706D4D">
              <w:rPr>
                <w:rFonts w:ascii="Arial" w:hAnsi="Arial" w:cs="Arial"/>
                <w:bCs/>
              </w:rPr>
              <w:t xml:space="preserve">Combustível                                                                     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A66349F" w14:textId="2C9E177B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  <w:r>
              <w:rPr>
                <w:rFonts w:ascii="Arial" w:eastAsia="Calibri" w:hAnsi="Arial" w:cs="Arial"/>
                <w:lang w:eastAsia="ar-SA"/>
              </w:rPr>
              <w:t>1.</w:t>
            </w:r>
            <w:r w:rsidR="00953C6B">
              <w:rPr>
                <w:rFonts w:ascii="Arial" w:eastAsia="Calibri" w:hAnsi="Arial" w:cs="Arial"/>
                <w:lang w:eastAsia="ar-SA"/>
              </w:rPr>
              <w:t>492,75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FD80AA" w14:textId="77777777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lang w:eastAsia="ar-SA"/>
              </w:rPr>
            </w:pPr>
          </w:p>
        </w:tc>
      </w:tr>
      <w:tr w:rsidR="007262C2" w:rsidRPr="00706D4D" w14:paraId="1493BD61" w14:textId="77777777" w:rsidTr="004A30C9"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0271580" w14:textId="77777777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167095C9" w14:textId="31ECD1DC" w:rsidR="007262C2" w:rsidRPr="00706D4D" w:rsidRDefault="007262C2" w:rsidP="007262C2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1.</w:t>
            </w:r>
            <w:r w:rsidR="00953C6B">
              <w:rPr>
                <w:rFonts w:ascii="Arial" w:eastAsia="Calibri" w:hAnsi="Arial" w:cs="Arial"/>
                <w:b/>
                <w:bCs/>
                <w:lang w:eastAsia="ar-SA"/>
              </w:rPr>
              <w:t>492,75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2F0207" w14:textId="53B5A0AD" w:rsidR="007262C2" w:rsidRPr="00706D4D" w:rsidRDefault="007262C2" w:rsidP="007262C2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1.</w:t>
            </w:r>
            <w:r w:rsidR="00953C6B">
              <w:rPr>
                <w:rFonts w:ascii="Arial" w:eastAsia="Calibri" w:hAnsi="Arial" w:cs="Arial"/>
                <w:b/>
                <w:bCs/>
                <w:lang w:eastAsia="ar-SA"/>
              </w:rPr>
              <w:t>492,75</w:t>
            </w:r>
          </w:p>
        </w:tc>
        <w:tc>
          <w:tcPr>
            <w:tcW w:w="3412" w:type="dxa"/>
            <w:vAlign w:val="center"/>
          </w:tcPr>
          <w:p w14:paraId="3E6DC7B8" w14:textId="77777777" w:rsidR="007262C2" w:rsidRPr="00706D4D" w:rsidRDefault="007262C2" w:rsidP="007262C2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7262C2" w:rsidRPr="00706D4D" w14:paraId="2EC1DB34" w14:textId="77777777" w:rsidTr="004A30C9">
        <w:tc>
          <w:tcPr>
            <w:tcW w:w="5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D4FC6C" w14:textId="77777777" w:rsidR="007262C2" w:rsidRPr="00706D4D" w:rsidRDefault="007262C2" w:rsidP="007262C2">
            <w:pPr>
              <w:suppressAutoHyphens/>
              <w:snapToGrid w:val="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 w:rsidRPr="00706D4D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otal</w:t>
            </w:r>
            <w:r w:rsidRPr="00706D4D">
              <w:rPr>
                <w:rFonts w:ascii="Arial" w:hAnsi="Arial" w:cs="Arial"/>
                <w:b/>
                <w:bCs/>
              </w:rPr>
              <w:t xml:space="preserve"> G</w:t>
            </w:r>
            <w:r>
              <w:rPr>
                <w:rFonts w:ascii="Arial" w:hAnsi="Arial" w:cs="Arial"/>
                <w:b/>
                <w:bCs/>
              </w:rPr>
              <w:t>eral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14:paraId="3FE467F8" w14:textId="77777777" w:rsidR="007262C2" w:rsidRPr="000B29BA" w:rsidRDefault="007262C2" w:rsidP="007262C2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18.185,31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875596E" w14:textId="67F56EB4" w:rsidR="007262C2" w:rsidRPr="00706D4D" w:rsidRDefault="007262C2" w:rsidP="007262C2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bCs/>
                <w:lang w:eastAsia="ar-SA"/>
              </w:rPr>
            </w:pPr>
            <w:r>
              <w:rPr>
                <w:rFonts w:ascii="Arial" w:eastAsia="Calibri" w:hAnsi="Arial" w:cs="Arial"/>
                <w:b/>
                <w:bCs/>
                <w:lang w:eastAsia="ar-SA"/>
              </w:rPr>
              <w:t>18.</w:t>
            </w:r>
            <w:r w:rsidR="00F95F80">
              <w:rPr>
                <w:rFonts w:ascii="Arial" w:eastAsia="Calibri" w:hAnsi="Arial" w:cs="Arial"/>
                <w:b/>
                <w:bCs/>
                <w:lang w:eastAsia="ar-SA"/>
              </w:rPr>
              <w:t>185,31</w:t>
            </w:r>
          </w:p>
        </w:tc>
        <w:tc>
          <w:tcPr>
            <w:tcW w:w="3412" w:type="dxa"/>
            <w:vAlign w:val="center"/>
          </w:tcPr>
          <w:p w14:paraId="08F4B49F" w14:textId="77777777" w:rsidR="007262C2" w:rsidRPr="00706D4D" w:rsidRDefault="007262C2" w:rsidP="007262C2">
            <w:pPr>
              <w:suppressAutoHyphens/>
              <w:snapToGrid w:val="0"/>
              <w:spacing w:before="120"/>
              <w:jc w:val="right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</w:tbl>
    <w:p w14:paraId="5E033082" w14:textId="77777777" w:rsidR="00706D4D" w:rsidRPr="00706D4D" w:rsidRDefault="00706D4D" w:rsidP="00706D4D">
      <w:pPr>
        <w:pStyle w:val="Ttulo1"/>
        <w:numPr>
          <w:ilvl w:val="0"/>
          <w:numId w:val="1"/>
        </w:numPr>
        <w:tabs>
          <w:tab w:val="left" w:pos="0"/>
        </w:tabs>
        <w:spacing w:before="0" w:line="240" w:lineRule="auto"/>
        <w:ind w:right="-99"/>
        <w:jc w:val="center"/>
        <w:rPr>
          <w:rFonts w:ascii="Arial" w:hAnsi="Arial" w:cs="Arial"/>
          <w:color w:val="auto"/>
          <w:sz w:val="24"/>
          <w:szCs w:val="24"/>
        </w:rPr>
      </w:pPr>
    </w:p>
    <w:p w14:paraId="3B68C42B" w14:textId="77777777" w:rsidR="00706D4D" w:rsidRPr="00706D4D" w:rsidRDefault="00706D4D" w:rsidP="00706D4D">
      <w:pPr>
        <w:jc w:val="both"/>
        <w:rPr>
          <w:rFonts w:ascii="Arial" w:eastAsia="Calibri" w:hAnsi="Arial" w:cs="Arial"/>
          <w:lang w:eastAsia="ar-SA"/>
        </w:rPr>
      </w:pPr>
    </w:p>
    <w:p w14:paraId="3D3A7066" w14:textId="77777777" w:rsidR="002D35DA" w:rsidRPr="00706D4D" w:rsidRDefault="002D35DA" w:rsidP="002D35DA">
      <w:pPr>
        <w:spacing w:line="360" w:lineRule="auto"/>
        <w:rPr>
          <w:rFonts w:ascii="Arial" w:hAnsi="Arial" w:cs="Arial"/>
        </w:rPr>
      </w:pPr>
    </w:p>
    <w:p w14:paraId="05F6DD8A" w14:textId="77777777" w:rsidR="00E46104" w:rsidRPr="00706D4D" w:rsidRDefault="00E46104" w:rsidP="000B7F41">
      <w:pPr>
        <w:spacing w:line="360" w:lineRule="auto"/>
        <w:rPr>
          <w:rFonts w:ascii="Arial" w:hAnsi="Arial" w:cs="Arial"/>
          <w:u w:val="single"/>
        </w:rPr>
      </w:pPr>
    </w:p>
    <w:sectPr w:rsidR="00E46104" w:rsidRPr="00706D4D" w:rsidSect="00284C15">
      <w:headerReference w:type="default" r:id="rId8"/>
      <w:pgSz w:w="11900" w:h="16840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500F9" w14:textId="77777777" w:rsidR="00853604" w:rsidRDefault="00853604" w:rsidP="00E46104">
      <w:r>
        <w:separator/>
      </w:r>
    </w:p>
  </w:endnote>
  <w:endnote w:type="continuationSeparator" w:id="0">
    <w:p w14:paraId="43F1D36B" w14:textId="77777777" w:rsidR="00853604" w:rsidRDefault="00853604" w:rsidP="00E46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E515C" w14:textId="77777777" w:rsidR="00853604" w:rsidRDefault="00853604" w:rsidP="00E46104">
      <w:r>
        <w:separator/>
      </w:r>
    </w:p>
  </w:footnote>
  <w:footnote w:type="continuationSeparator" w:id="0">
    <w:p w14:paraId="6D46BCC5" w14:textId="77777777" w:rsidR="00853604" w:rsidRDefault="00853604" w:rsidP="00E46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DB200" w14:textId="77777777" w:rsidR="00E46104" w:rsidRDefault="00E46104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0DCF2BDC" wp14:editId="5FD23EC8">
          <wp:simplePos x="0" y="0"/>
          <wp:positionH relativeFrom="column">
            <wp:posOffset>-1143000</wp:posOffset>
          </wp:positionH>
          <wp:positionV relativeFrom="paragraph">
            <wp:posOffset>-463550</wp:posOffset>
          </wp:positionV>
          <wp:extent cx="7577630" cy="1077575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Carta_CMPM_2017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7630" cy="107757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ve="http://schemas.openxmlformats.org/markup-compatibility/2006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76A6"/>
    <w:rsid w:val="000B29BA"/>
    <w:rsid w:val="000B7F41"/>
    <w:rsid w:val="00166B6A"/>
    <w:rsid w:val="00177F8E"/>
    <w:rsid w:val="002678DD"/>
    <w:rsid w:val="00275250"/>
    <w:rsid w:val="00284C15"/>
    <w:rsid w:val="002915D8"/>
    <w:rsid w:val="002D35DA"/>
    <w:rsid w:val="002E2925"/>
    <w:rsid w:val="002E44F5"/>
    <w:rsid w:val="002F07FE"/>
    <w:rsid w:val="00325658"/>
    <w:rsid w:val="003D71E4"/>
    <w:rsid w:val="003F71E0"/>
    <w:rsid w:val="00404B0D"/>
    <w:rsid w:val="004338B7"/>
    <w:rsid w:val="00444D56"/>
    <w:rsid w:val="004A30C9"/>
    <w:rsid w:val="004D4287"/>
    <w:rsid w:val="005525AB"/>
    <w:rsid w:val="005825DD"/>
    <w:rsid w:val="00587DE9"/>
    <w:rsid w:val="005A5F62"/>
    <w:rsid w:val="005B15D9"/>
    <w:rsid w:val="005E2A4C"/>
    <w:rsid w:val="00606D69"/>
    <w:rsid w:val="006605DE"/>
    <w:rsid w:val="00684E6B"/>
    <w:rsid w:val="006C31E3"/>
    <w:rsid w:val="006D472E"/>
    <w:rsid w:val="00706D4D"/>
    <w:rsid w:val="0071295A"/>
    <w:rsid w:val="007262C2"/>
    <w:rsid w:val="00753062"/>
    <w:rsid w:val="00774606"/>
    <w:rsid w:val="00777A71"/>
    <w:rsid w:val="007A6F73"/>
    <w:rsid w:val="007B40EE"/>
    <w:rsid w:val="007B6ED7"/>
    <w:rsid w:val="007C393E"/>
    <w:rsid w:val="008037A8"/>
    <w:rsid w:val="00853604"/>
    <w:rsid w:val="00860031"/>
    <w:rsid w:val="00873C1B"/>
    <w:rsid w:val="008A4963"/>
    <w:rsid w:val="008E6B11"/>
    <w:rsid w:val="008F5053"/>
    <w:rsid w:val="00953C6B"/>
    <w:rsid w:val="009C7FC3"/>
    <w:rsid w:val="009F207C"/>
    <w:rsid w:val="009F62D4"/>
    <w:rsid w:val="00A6306B"/>
    <w:rsid w:val="00A7300A"/>
    <w:rsid w:val="00A976A6"/>
    <w:rsid w:val="00B25251"/>
    <w:rsid w:val="00B774E3"/>
    <w:rsid w:val="00B95190"/>
    <w:rsid w:val="00BA53E4"/>
    <w:rsid w:val="00C16DB7"/>
    <w:rsid w:val="00CA344A"/>
    <w:rsid w:val="00CF0493"/>
    <w:rsid w:val="00CF57AD"/>
    <w:rsid w:val="00D36248"/>
    <w:rsid w:val="00D37995"/>
    <w:rsid w:val="00D56623"/>
    <w:rsid w:val="00D8215B"/>
    <w:rsid w:val="00DB172D"/>
    <w:rsid w:val="00DD45F6"/>
    <w:rsid w:val="00DD4818"/>
    <w:rsid w:val="00E27D30"/>
    <w:rsid w:val="00E46104"/>
    <w:rsid w:val="00F05384"/>
    <w:rsid w:val="00F27AAA"/>
    <w:rsid w:val="00F6752D"/>
    <w:rsid w:val="00F92F55"/>
    <w:rsid w:val="00F952AF"/>
    <w:rsid w:val="00F95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5627E9"/>
  <w15:docId w15:val="{E41058FC-FAC7-494D-9A6D-F9758610F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B0D"/>
  </w:style>
  <w:style w:type="paragraph" w:styleId="Ttulo1">
    <w:name w:val="heading 1"/>
    <w:basedOn w:val="Normal"/>
    <w:next w:val="Normal"/>
    <w:link w:val="Ttulo1Char"/>
    <w:qFormat/>
    <w:rsid w:val="00706D4D"/>
    <w:pPr>
      <w:keepNext/>
      <w:keepLines/>
      <w:tabs>
        <w:tab w:val="num" w:pos="0"/>
      </w:tabs>
      <w:suppressAutoHyphens/>
      <w:spacing w:before="480" w:line="276" w:lineRule="auto"/>
      <w:ind w:left="432" w:hanging="432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paragraph" w:styleId="Ttulo2">
    <w:name w:val="heading 2"/>
    <w:basedOn w:val="Normal"/>
    <w:next w:val="Normal"/>
    <w:link w:val="Ttulo2Char"/>
    <w:unhideWhenUsed/>
    <w:qFormat/>
    <w:rsid w:val="00706D4D"/>
    <w:pPr>
      <w:keepNext/>
      <w:tabs>
        <w:tab w:val="left" w:pos="0"/>
      </w:tabs>
      <w:suppressAutoHyphens/>
      <w:ind w:left="576" w:hanging="576"/>
      <w:jc w:val="both"/>
      <w:outlineLvl w:val="1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3">
    <w:name w:val="heading 3"/>
    <w:basedOn w:val="Normal"/>
    <w:next w:val="Normal"/>
    <w:link w:val="Ttulo3Char"/>
    <w:unhideWhenUsed/>
    <w:qFormat/>
    <w:rsid w:val="00706D4D"/>
    <w:pPr>
      <w:keepNext/>
      <w:tabs>
        <w:tab w:val="left" w:pos="0"/>
        <w:tab w:val="left" w:pos="3520"/>
      </w:tabs>
      <w:suppressAutoHyphens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4">
    <w:name w:val="heading 4"/>
    <w:basedOn w:val="Normal"/>
    <w:next w:val="Normal"/>
    <w:link w:val="Ttulo4Char"/>
    <w:unhideWhenUsed/>
    <w:qFormat/>
    <w:rsid w:val="00706D4D"/>
    <w:pPr>
      <w:keepNext/>
      <w:tabs>
        <w:tab w:val="left" w:pos="0"/>
      </w:tabs>
      <w:suppressAutoHyphens/>
      <w:ind w:left="864" w:hanging="864"/>
      <w:jc w:val="both"/>
      <w:outlineLvl w:val="3"/>
    </w:pPr>
    <w:rPr>
      <w:rFonts w:ascii="Times New Roman" w:eastAsia="Times New Roman" w:hAnsi="Times New Roman" w:cs="Times New Roman"/>
      <w:b/>
      <w:bCs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4610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46104"/>
  </w:style>
  <w:style w:type="paragraph" w:styleId="Rodap">
    <w:name w:val="footer"/>
    <w:basedOn w:val="Normal"/>
    <w:link w:val="RodapChar"/>
    <w:uiPriority w:val="99"/>
    <w:unhideWhenUsed/>
    <w:rsid w:val="00E46104"/>
    <w:pPr>
      <w:tabs>
        <w:tab w:val="center" w:pos="4320"/>
        <w:tab w:val="right" w:pos="8640"/>
      </w:tabs>
    </w:pPr>
  </w:style>
  <w:style w:type="character" w:customStyle="1" w:styleId="RodapChar">
    <w:name w:val="Rodapé Char"/>
    <w:basedOn w:val="Fontepargpadro"/>
    <w:link w:val="Rodap"/>
    <w:uiPriority w:val="99"/>
    <w:rsid w:val="00E46104"/>
  </w:style>
  <w:style w:type="paragraph" w:styleId="Textodebalo">
    <w:name w:val="Balloon Text"/>
    <w:basedOn w:val="Normal"/>
    <w:link w:val="TextodebaloChar"/>
    <w:uiPriority w:val="99"/>
    <w:semiHidden/>
    <w:unhideWhenUsed/>
    <w:rsid w:val="00E46104"/>
    <w:rPr>
      <w:rFonts w:ascii="Lucida Grande" w:hAnsi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6104"/>
    <w:rPr>
      <w:rFonts w:ascii="Lucida Grande" w:hAnsi="Lucida Grande"/>
      <w:sz w:val="18"/>
      <w:szCs w:val="18"/>
    </w:rPr>
  </w:style>
  <w:style w:type="paragraph" w:customStyle="1" w:styleId="western">
    <w:name w:val="western"/>
    <w:basedOn w:val="Normal"/>
    <w:rsid w:val="000B7F41"/>
    <w:pPr>
      <w:spacing w:before="100" w:beforeAutospacing="1" w:after="119"/>
    </w:pPr>
    <w:rPr>
      <w:rFonts w:ascii="Times New Roman" w:eastAsia="Times New Roman" w:hAnsi="Times New Roman" w:cs="Times New Roman"/>
      <w:lang w:eastAsia="pt-BR"/>
    </w:rPr>
  </w:style>
  <w:style w:type="character" w:customStyle="1" w:styleId="Ttulo1Char">
    <w:name w:val="Título 1 Char"/>
    <w:basedOn w:val="Fontepargpadro"/>
    <w:link w:val="Ttulo1"/>
    <w:rsid w:val="00706D4D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Ttulo2Char">
    <w:name w:val="Título 2 Char"/>
    <w:basedOn w:val="Fontepargpadro"/>
    <w:link w:val="Ttulo2"/>
    <w:rsid w:val="00706D4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3Char">
    <w:name w:val="Título 3 Char"/>
    <w:basedOn w:val="Fontepargpadro"/>
    <w:link w:val="Ttulo3"/>
    <w:rsid w:val="00706D4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4Char">
    <w:name w:val="Título 4 Char"/>
    <w:basedOn w:val="Fontepargpadro"/>
    <w:link w:val="Ttulo4"/>
    <w:rsid w:val="00706D4D"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544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VERBA%20INDENIZAT&#211;RIA%20AGOSTO%2020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B37AA-08E7-48AA-B458-0C631D46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VERBA INDENIZATÓRIA AGOSTO 2017</Template>
  <TotalTime>845</TotalTime>
  <Pages>2</Pages>
  <Words>409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Finanças Câmara</cp:lastModifiedBy>
  <cp:revision>22</cp:revision>
  <cp:lastPrinted>2017-12-18T15:46:00Z</cp:lastPrinted>
  <dcterms:created xsi:type="dcterms:W3CDTF">2017-09-27T13:13:00Z</dcterms:created>
  <dcterms:modified xsi:type="dcterms:W3CDTF">2020-07-28T14:28:00Z</dcterms:modified>
</cp:coreProperties>
</file>